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A117B" w14:textId="23F95295" w:rsidR="005B00C4" w:rsidRDefault="005B00C4" w:rsidP="00A6547F">
      <w:pPr>
        <w:spacing w:line="240" w:lineRule="auto"/>
      </w:pPr>
    </w:p>
    <w:tbl>
      <w:tblPr>
        <w:tblW w:w="0" w:type="auto"/>
        <w:tblInd w:w="45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40"/>
        <w:gridCol w:w="360"/>
        <w:gridCol w:w="540"/>
        <w:gridCol w:w="450"/>
        <w:gridCol w:w="230"/>
        <w:gridCol w:w="1800"/>
        <w:gridCol w:w="900"/>
        <w:gridCol w:w="1930"/>
        <w:gridCol w:w="450"/>
        <w:gridCol w:w="528"/>
        <w:gridCol w:w="2942"/>
        <w:gridCol w:w="450"/>
      </w:tblGrid>
      <w:tr w:rsidR="00097258" w14:paraId="2FF4EC54" w14:textId="77777777" w:rsidTr="00182681">
        <w:tc>
          <w:tcPr>
            <w:tcW w:w="540" w:type="dxa"/>
          </w:tcPr>
          <w:p w14:paraId="2197F8C3" w14:textId="77777777" w:rsidR="00097258" w:rsidRDefault="00097258" w:rsidP="00CE045A"/>
        </w:tc>
        <w:tc>
          <w:tcPr>
            <w:tcW w:w="3380" w:type="dxa"/>
            <w:gridSpan w:val="5"/>
            <w:tcBorders>
              <w:bottom w:val="single" w:sz="4" w:space="0" w:color="auto"/>
            </w:tcBorders>
          </w:tcPr>
          <w:p w14:paraId="5E2F19AB" w14:textId="77777777" w:rsidR="00097258" w:rsidRDefault="00097258" w:rsidP="00CE045A"/>
        </w:tc>
        <w:tc>
          <w:tcPr>
            <w:tcW w:w="900" w:type="dxa"/>
            <w:tcBorders>
              <w:bottom w:val="single" w:sz="4" w:space="0" w:color="auto"/>
            </w:tcBorders>
          </w:tcPr>
          <w:p w14:paraId="4FF8A43D" w14:textId="77777777" w:rsidR="00097258" w:rsidRDefault="00097258" w:rsidP="00CE045A"/>
        </w:tc>
        <w:tc>
          <w:tcPr>
            <w:tcW w:w="2908" w:type="dxa"/>
            <w:gridSpan w:val="3"/>
            <w:tcBorders>
              <w:bottom w:val="single" w:sz="4" w:space="0" w:color="auto"/>
            </w:tcBorders>
          </w:tcPr>
          <w:p w14:paraId="10C1A050" w14:textId="77777777" w:rsidR="00097258" w:rsidRPr="00182681" w:rsidRDefault="00097258" w:rsidP="00CE045A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14:paraId="7FE777F1" w14:textId="77777777" w:rsidR="00097258" w:rsidRPr="00182681" w:rsidRDefault="00182681" w:rsidP="00182681">
            <w:pPr>
              <w:jc w:val="right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182681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Rama Khorchid</w:t>
            </w:r>
          </w:p>
          <w:p w14:paraId="6F2FE2F8" w14:textId="7B2D2F84" w:rsidR="00182681" w:rsidRPr="00182681" w:rsidRDefault="00182681" w:rsidP="00182681">
            <w:pPr>
              <w:jc w:val="right"/>
              <w:rPr>
                <w:rFonts w:ascii="Times New Roman" w:hAnsi="Times New Roman" w:cs="Times New Roman"/>
                <w:szCs w:val="20"/>
              </w:rPr>
            </w:pPr>
            <w:r w:rsidRPr="00182681">
              <w:rPr>
                <w:rFonts w:ascii="Times New Roman" w:hAnsi="Times New Roman" w:cs="Times New Roman"/>
                <w:szCs w:val="20"/>
              </w:rPr>
              <w:t>Executive Coordinator</w:t>
            </w:r>
          </w:p>
        </w:tc>
        <w:tc>
          <w:tcPr>
            <w:tcW w:w="450" w:type="dxa"/>
          </w:tcPr>
          <w:p w14:paraId="1B232FFE" w14:textId="77777777" w:rsidR="00097258" w:rsidRPr="00182681" w:rsidRDefault="00097258" w:rsidP="00CE045A">
            <w:pPr>
              <w:rPr>
                <w:rFonts w:ascii="Times New Roman" w:hAnsi="Times New Roman" w:cs="Times New Roman"/>
              </w:rPr>
            </w:pPr>
          </w:p>
        </w:tc>
      </w:tr>
      <w:tr w:rsidR="00097258" w14:paraId="27F21E4A" w14:textId="77777777" w:rsidTr="00182681">
        <w:trPr>
          <w:trHeight w:val="350"/>
        </w:trPr>
        <w:tc>
          <w:tcPr>
            <w:tcW w:w="540" w:type="dxa"/>
          </w:tcPr>
          <w:p w14:paraId="3A4709CF" w14:textId="77777777" w:rsidR="00097258" w:rsidRDefault="00097258" w:rsidP="00CE045A"/>
        </w:tc>
        <w:tc>
          <w:tcPr>
            <w:tcW w:w="3380" w:type="dxa"/>
            <w:gridSpan w:val="5"/>
            <w:tcBorders>
              <w:top w:val="single" w:sz="4" w:space="0" w:color="auto"/>
            </w:tcBorders>
          </w:tcPr>
          <w:p w14:paraId="52502DA1" w14:textId="77777777" w:rsidR="00097258" w:rsidRDefault="00097258" w:rsidP="00CE045A"/>
        </w:tc>
        <w:tc>
          <w:tcPr>
            <w:tcW w:w="900" w:type="dxa"/>
            <w:tcBorders>
              <w:top w:val="single" w:sz="4" w:space="0" w:color="auto"/>
            </w:tcBorders>
          </w:tcPr>
          <w:p w14:paraId="68F354C0" w14:textId="77777777" w:rsidR="00097258" w:rsidRDefault="00097258" w:rsidP="00CE045A"/>
        </w:tc>
        <w:tc>
          <w:tcPr>
            <w:tcW w:w="2908" w:type="dxa"/>
            <w:gridSpan w:val="3"/>
            <w:tcBorders>
              <w:top w:val="single" w:sz="4" w:space="0" w:color="auto"/>
            </w:tcBorders>
          </w:tcPr>
          <w:p w14:paraId="5A072CBB" w14:textId="66A47F11" w:rsidR="00097258" w:rsidRDefault="00182681" w:rsidP="00CE045A">
            <w:r w:rsidRPr="00A464C5"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1" layoutInCell="1" allowOverlap="1" wp14:anchorId="128A44A3" wp14:editId="0AE2EFA7">
                      <wp:simplePos x="0" y="0"/>
                      <wp:positionH relativeFrom="page">
                        <wp:posOffset>-3352800</wp:posOffset>
                      </wp:positionH>
                      <wp:positionV relativeFrom="paragraph">
                        <wp:posOffset>-1700530</wp:posOffset>
                      </wp:positionV>
                      <wp:extent cx="7772400" cy="10058400"/>
                      <wp:effectExtent l="0" t="0" r="0" b="0"/>
                      <wp:wrapNone/>
                      <wp:docPr id="3" name="Rectangle 3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72400" cy="10058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B5C046" id="Rectangle 3" o:spid="_x0000_s1026" alt="&quot;&quot;" style="position:absolute;margin-left:-264pt;margin-top:-133.9pt;width:612pt;height:11in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" fillcolor="#f2f2f2 [3052]" stroked="f" strokeweight="1pt">
                      <w10:wrap anchorx="page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14:paraId="604BD9BF" w14:textId="77777777" w:rsidR="00097258" w:rsidRDefault="00097258" w:rsidP="00CE045A"/>
        </w:tc>
        <w:tc>
          <w:tcPr>
            <w:tcW w:w="450" w:type="dxa"/>
          </w:tcPr>
          <w:p w14:paraId="58ED7018" w14:textId="77777777" w:rsidR="00097258" w:rsidRDefault="00097258" w:rsidP="00CE045A"/>
        </w:tc>
      </w:tr>
      <w:tr w:rsidR="00A6547F" w14:paraId="1EE077C3" w14:textId="77777777" w:rsidTr="00182681">
        <w:trPr>
          <w:trHeight w:val="405"/>
        </w:trPr>
        <w:tc>
          <w:tcPr>
            <w:tcW w:w="540" w:type="dxa"/>
          </w:tcPr>
          <w:p w14:paraId="0E80C0FF" w14:textId="77777777" w:rsidR="00A6547F" w:rsidRDefault="00A6547F" w:rsidP="00CE045A"/>
        </w:tc>
        <w:tc>
          <w:tcPr>
            <w:tcW w:w="1580" w:type="dxa"/>
            <w:gridSpan w:val="4"/>
            <w:tcBorders>
              <w:bottom w:val="single" w:sz="4" w:space="0" w:color="auto"/>
            </w:tcBorders>
          </w:tcPr>
          <w:p w14:paraId="7C78AE61" w14:textId="77777777" w:rsidR="00A6547F" w:rsidRDefault="00000000" w:rsidP="00097258">
            <w:pPr>
              <w:pStyle w:val="Heading1"/>
            </w:pPr>
            <w:sdt>
              <w:sdtPr>
                <w:id w:val="63298779"/>
                <w:placeholder>
                  <w:docPart w:val="7EEA5641381449C2A072C0711AEACCB2"/>
                </w:placeholder>
                <w:temporary/>
                <w:showingPlcHdr/>
                <w15:appearance w15:val="hidden"/>
              </w:sdtPr>
              <w:sdtContent>
                <w:r w:rsidR="00A6547F" w:rsidRPr="00173B36">
                  <w:t>CONTACT</w:t>
                </w:r>
              </w:sdtContent>
            </w:sdt>
          </w:p>
        </w:tc>
        <w:tc>
          <w:tcPr>
            <w:tcW w:w="1800" w:type="dxa"/>
          </w:tcPr>
          <w:p w14:paraId="3CC6C4D6" w14:textId="77777777" w:rsidR="00A6547F" w:rsidRDefault="00A6547F" w:rsidP="00097258">
            <w:pPr>
              <w:pStyle w:val="Heading1"/>
            </w:pPr>
          </w:p>
        </w:tc>
        <w:tc>
          <w:tcPr>
            <w:tcW w:w="900" w:type="dxa"/>
          </w:tcPr>
          <w:p w14:paraId="307A1A7D" w14:textId="77777777" w:rsidR="00A6547F" w:rsidRDefault="00A6547F" w:rsidP="00CE045A"/>
        </w:tc>
        <w:tc>
          <w:tcPr>
            <w:tcW w:w="5850" w:type="dxa"/>
            <w:gridSpan w:val="4"/>
            <w:vMerge w:val="restart"/>
          </w:tcPr>
          <w:p w14:paraId="5756F198" w14:textId="1693A563" w:rsidR="00A6547F" w:rsidRDefault="00182681" w:rsidP="00A6547F">
            <w:r>
              <w:t>Dear Recruiter,</w:t>
            </w:r>
          </w:p>
          <w:p w14:paraId="3D7F394C" w14:textId="77777777" w:rsidR="00A6547F" w:rsidRDefault="00A6547F" w:rsidP="00A6547F"/>
          <w:p w14:paraId="7EB8D84E" w14:textId="606FDE45" w:rsidR="00A6547F" w:rsidRDefault="00182681" w:rsidP="00182681">
            <w:r>
              <w:t xml:space="preserve">I am writing to express my great interest in Human Resources and Talent. With my background as an Executive Coordinator and my extensive experience in employee relations, I am confident in the opportunity to contribute to your team. The role of facilitating a smooth leaves process, interacting with a diverse set of clients, and managing sensitive information aligns well with my skills and professional experience. </w:t>
            </w:r>
          </w:p>
          <w:p w14:paraId="729D42A7" w14:textId="77777777" w:rsidR="00182681" w:rsidRDefault="00182681" w:rsidP="00182681"/>
          <w:p w14:paraId="6E8325E2" w14:textId="40729D65" w:rsidR="00182681" w:rsidRDefault="00182681" w:rsidP="00182681">
            <w:r>
              <w:t xml:space="preserve">In my current role as an Executive </w:t>
            </w:r>
            <w:r w:rsidR="002030B5">
              <w:t>C</w:t>
            </w:r>
            <w:r>
              <w:t xml:space="preserve">oordinator at Deloitte, I have </w:t>
            </w:r>
            <w:r w:rsidR="002030B5">
              <w:t xml:space="preserve">enhanced my abilities in managing complex employee and client-related processes </w:t>
            </w:r>
            <w:r w:rsidR="006F6CA3">
              <w:t>including</w:t>
            </w:r>
            <w:r w:rsidR="002030B5">
              <w:t xml:space="preserve"> highly sensitive PII. With over five years of experience in roles that require acute attention to detail and strong communication, I believe I am equipped to serving as a point of contact for various H</w:t>
            </w:r>
            <w:r w:rsidR="006F6CA3">
              <w:t>uman Resources</w:t>
            </w:r>
            <w:r w:rsidR="002030B5">
              <w:t xml:space="preserve"> and Talent needs, such as leaves and disability incidents. </w:t>
            </w:r>
          </w:p>
          <w:p w14:paraId="120DF170" w14:textId="77777777" w:rsidR="002030B5" w:rsidRDefault="002030B5" w:rsidP="00182681"/>
          <w:p w14:paraId="1B866824" w14:textId="70F1F3FA" w:rsidR="002030B5" w:rsidRDefault="002030B5" w:rsidP="00182681">
            <w:r>
              <w:t xml:space="preserve">My skills in employee relations, ability to adapt to </w:t>
            </w:r>
            <w:r w:rsidR="00BF4EC5">
              <w:t>constant change</w:t>
            </w:r>
            <w:r>
              <w:t xml:space="preserve">, and meet deadlines in a fast </w:t>
            </w:r>
            <w:r w:rsidR="006F6CA3">
              <w:t>paced,</w:t>
            </w:r>
            <w:r>
              <w:t xml:space="preserve"> confidential environment </w:t>
            </w:r>
            <w:r w:rsidR="006F6CA3">
              <w:t xml:space="preserve">have been keen to my success. These are complimented by my strengths as a critical thinker, my attentiveness to detail, and my self-motivation. Additionally, my educational background in Psychology and Brain Behavior from the University of Texas at Dallas has provided me with a solid foundation in understanding and managing diverse employee needs and behaviors, which is crucial for administering policies effectively. </w:t>
            </w:r>
          </w:p>
          <w:p w14:paraId="6D63BD85" w14:textId="77777777" w:rsidR="006F6CA3" w:rsidRDefault="006F6CA3" w:rsidP="00182681"/>
          <w:p w14:paraId="61C520C0" w14:textId="3F101CF2" w:rsidR="006F6CA3" w:rsidRDefault="006F6CA3" w:rsidP="00182681">
            <w:r>
              <w:t>I look forward to bringing m</w:t>
            </w:r>
            <w:r w:rsidR="00BF4EC5">
              <w:t xml:space="preserve">y </w:t>
            </w:r>
            <w:r>
              <w:t>dedicated work ethic and passion for a growing career within</w:t>
            </w:r>
            <w:r w:rsidR="00BF4EC5">
              <w:t xml:space="preserve"> </w:t>
            </w:r>
            <w:r>
              <w:t xml:space="preserve">Human Resources and Talent. I am confident that my proactive approach and my commitment will be of great success. </w:t>
            </w:r>
          </w:p>
          <w:p w14:paraId="144F234C" w14:textId="77777777" w:rsidR="00A6547F" w:rsidRDefault="00A6547F" w:rsidP="00A6547F"/>
          <w:p w14:paraId="3B09D0EF" w14:textId="77777777" w:rsidR="00A6547F" w:rsidRDefault="00000000" w:rsidP="00A6547F">
            <w:sdt>
              <w:sdtPr>
                <w:id w:val="-1301306744"/>
                <w:placeholder>
                  <w:docPart w:val="D9D2D2134DB84CE58B28C71C70299E27"/>
                </w:placeholder>
                <w:temporary/>
                <w:showingPlcHdr/>
                <w15:appearance w15:val="hidden"/>
              </w:sdtPr>
              <w:sdtContent>
                <w:r w:rsidR="00A6547F">
                  <w:t>Sincerely,</w:t>
                </w:r>
              </w:sdtContent>
            </w:sdt>
          </w:p>
          <w:p w14:paraId="02A12EC1" w14:textId="77777777" w:rsidR="00A6547F" w:rsidRDefault="00A6547F" w:rsidP="00A6547F"/>
          <w:p w14:paraId="7C8B51FD" w14:textId="738A488C" w:rsidR="00A6547F" w:rsidRDefault="006F6CA3" w:rsidP="00A6547F">
            <w:r>
              <w:t>Rama Khorchid</w:t>
            </w:r>
          </w:p>
        </w:tc>
        <w:tc>
          <w:tcPr>
            <w:tcW w:w="450" w:type="dxa"/>
          </w:tcPr>
          <w:p w14:paraId="07D559BE" w14:textId="77777777" w:rsidR="00A6547F" w:rsidRDefault="00A6547F" w:rsidP="00CE045A"/>
        </w:tc>
      </w:tr>
      <w:tr w:rsidR="00A6547F" w14:paraId="7A1532F1" w14:textId="77777777" w:rsidTr="00182681">
        <w:trPr>
          <w:trHeight w:val="1043"/>
        </w:trPr>
        <w:tc>
          <w:tcPr>
            <w:tcW w:w="540" w:type="dxa"/>
          </w:tcPr>
          <w:p w14:paraId="245F2DFC" w14:textId="77777777" w:rsidR="00A6547F" w:rsidRDefault="00A6547F" w:rsidP="00CE045A"/>
        </w:tc>
        <w:tc>
          <w:tcPr>
            <w:tcW w:w="3380" w:type="dxa"/>
            <w:gridSpan w:val="5"/>
          </w:tcPr>
          <w:p w14:paraId="7273F496" w14:textId="408BEC02" w:rsidR="00A6547F" w:rsidRPr="002D6898" w:rsidRDefault="00182681" w:rsidP="00097258">
            <w:pPr>
              <w:pStyle w:val="Heading2"/>
            </w:pPr>
            <w:r>
              <w:t>682-804-4013</w:t>
            </w:r>
          </w:p>
          <w:p w14:paraId="657B08BD" w14:textId="46F02C41" w:rsidR="00A6547F" w:rsidRPr="002D6898" w:rsidRDefault="00182681" w:rsidP="00097258">
            <w:pPr>
              <w:pStyle w:val="Heading2"/>
            </w:pPr>
            <w:r>
              <w:t>ramakhorchid@gmail.com</w:t>
            </w:r>
          </w:p>
          <w:p w14:paraId="3C0B2A61" w14:textId="1A984F53" w:rsidR="00A6547F" w:rsidRDefault="00182681" w:rsidP="00097258">
            <w:pPr>
              <w:pStyle w:val="Heading2"/>
            </w:pPr>
            <w:r>
              <w:t>McKinney, Texas</w:t>
            </w:r>
          </w:p>
        </w:tc>
        <w:tc>
          <w:tcPr>
            <w:tcW w:w="900" w:type="dxa"/>
          </w:tcPr>
          <w:p w14:paraId="13659E69" w14:textId="77777777" w:rsidR="00A6547F" w:rsidRDefault="00A6547F" w:rsidP="00CE045A"/>
        </w:tc>
        <w:tc>
          <w:tcPr>
            <w:tcW w:w="5850" w:type="dxa"/>
            <w:gridSpan w:val="4"/>
            <w:vMerge/>
          </w:tcPr>
          <w:p w14:paraId="3C7AED73" w14:textId="77777777" w:rsidR="00A6547F" w:rsidRDefault="00A6547F" w:rsidP="00CE045A"/>
        </w:tc>
        <w:tc>
          <w:tcPr>
            <w:tcW w:w="450" w:type="dxa"/>
          </w:tcPr>
          <w:p w14:paraId="52F41D4F" w14:textId="77777777" w:rsidR="00A6547F" w:rsidRDefault="00A6547F" w:rsidP="00CE045A"/>
        </w:tc>
      </w:tr>
      <w:tr w:rsidR="00BF4EC5" w14:paraId="717767DD" w14:textId="77777777" w:rsidTr="00BF4EC5">
        <w:trPr>
          <w:gridAfter w:val="8"/>
          <w:wAfter w:w="9230" w:type="dxa"/>
          <w:trHeight w:val="56"/>
        </w:trPr>
        <w:tc>
          <w:tcPr>
            <w:tcW w:w="540" w:type="dxa"/>
          </w:tcPr>
          <w:p w14:paraId="1A504030" w14:textId="77777777" w:rsidR="00BF4EC5" w:rsidRDefault="00BF4EC5" w:rsidP="00CE045A"/>
        </w:tc>
        <w:tc>
          <w:tcPr>
            <w:tcW w:w="900" w:type="dxa"/>
            <w:gridSpan w:val="2"/>
          </w:tcPr>
          <w:p w14:paraId="10135932" w14:textId="77777777" w:rsidR="00BF4EC5" w:rsidRDefault="00BF4EC5" w:rsidP="00CE045A"/>
        </w:tc>
        <w:tc>
          <w:tcPr>
            <w:tcW w:w="450" w:type="dxa"/>
          </w:tcPr>
          <w:p w14:paraId="42813267" w14:textId="77777777" w:rsidR="00BF4EC5" w:rsidRDefault="00BF4EC5" w:rsidP="00CE045A"/>
        </w:tc>
      </w:tr>
      <w:tr w:rsidR="00A6547F" w14:paraId="1CE96046" w14:textId="77777777" w:rsidTr="00182681">
        <w:trPr>
          <w:trHeight w:val="503"/>
        </w:trPr>
        <w:tc>
          <w:tcPr>
            <w:tcW w:w="540" w:type="dxa"/>
          </w:tcPr>
          <w:p w14:paraId="0CD8904F" w14:textId="77777777" w:rsidR="00A6547F" w:rsidRDefault="00A6547F" w:rsidP="00CE045A"/>
        </w:tc>
        <w:tc>
          <w:tcPr>
            <w:tcW w:w="3380" w:type="dxa"/>
            <w:gridSpan w:val="5"/>
            <w:tcBorders>
              <w:top w:val="single" w:sz="4" w:space="0" w:color="auto"/>
            </w:tcBorders>
          </w:tcPr>
          <w:p w14:paraId="6B24E676" w14:textId="77777777" w:rsidR="00A6547F" w:rsidRDefault="00A6547F" w:rsidP="00CE045A"/>
        </w:tc>
        <w:tc>
          <w:tcPr>
            <w:tcW w:w="900" w:type="dxa"/>
          </w:tcPr>
          <w:p w14:paraId="01AA2CD0" w14:textId="77777777" w:rsidR="00A6547F" w:rsidRDefault="00A6547F" w:rsidP="00CE045A"/>
        </w:tc>
        <w:tc>
          <w:tcPr>
            <w:tcW w:w="5850" w:type="dxa"/>
            <w:gridSpan w:val="4"/>
          </w:tcPr>
          <w:p w14:paraId="7885E96C" w14:textId="77777777" w:rsidR="00A6547F" w:rsidRDefault="00A6547F" w:rsidP="00CE045A"/>
        </w:tc>
        <w:tc>
          <w:tcPr>
            <w:tcW w:w="450" w:type="dxa"/>
          </w:tcPr>
          <w:p w14:paraId="4458C77A" w14:textId="77777777" w:rsidR="00A6547F" w:rsidRDefault="00A6547F" w:rsidP="00CE045A"/>
        </w:tc>
      </w:tr>
      <w:tr w:rsidR="00182681" w14:paraId="670403E2" w14:textId="77777777" w:rsidTr="00182681">
        <w:trPr>
          <w:gridAfter w:val="3"/>
          <w:wAfter w:w="3920" w:type="dxa"/>
          <w:trHeight w:val="423"/>
        </w:trPr>
        <w:tc>
          <w:tcPr>
            <w:tcW w:w="900" w:type="dxa"/>
            <w:gridSpan w:val="2"/>
          </w:tcPr>
          <w:p w14:paraId="436138B4" w14:textId="77777777" w:rsidR="00182681" w:rsidRDefault="00182681" w:rsidP="00CE045A"/>
        </w:tc>
        <w:tc>
          <w:tcPr>
            <w:tcW w:w="5850" w:type="dxa"/>
            <w:gridSpan w:val="6"/>
            <w:vMerge w:val="restart"/>
          </w:tcPr>
          <w:p w14:paraId="03C92C22" w14:textId="77777777" w:rsidR="00182681" w:rsidRDefault="00182681" w:rsidP="00CE045A"/>
        </w:tc>
        <w:tc>
          <w:tcPr>
            <w:tcW w:w="450" w:type="dxa"/>
          </w:tcPr>
          <w:p w14:paraId="57AEC68D" w14:textId="77777777" w:rsidR="00182681" w:rsidRDefault="00182681" w:rsidP="00CE045A"/>
        </w:tc>
      </w:tr>
      <w:tr w:rsidR="00182681" w14:paraId="76C68A98" w14:textId="77777777" w:rsidTr="00182681">
        <w:trPr>
          <w:gridAfter w:val="3"/>
          <w:wAfter w:w="3920" w:type="dxa"/>
          <w:trHeight w:val="4850"/>
        </w:trPr>
        <w:tc>
          <w:tcPr>
            <w:tcW w:w="900" w:type="dxa"/>
            <w:gridSpan w:val="2"/>
          </w:tcPr>
          <w:p w14:paraId="121A0E31" w14:textId="77777777" w:rsidR="00182681" w:rsidRDefault="00182681" w:rsidP="00CE045A"/>
        </w:tc>
        <w:tc>
          <w:tcPr>
            <w:tcW w:w="5850" w:type="dxa"/>
            <w:gridSpan w:val="6"/>
            <w:vMerge/>
          </w:tcPr>
          <w:p w14:paraId="0C9F331D" w14:textId="77777777" w:rsidR="00182681" w:rsidRDefault="00182681" w:rsidP="00CE045A"/>
        </w:tc>
        <w:tc>
          <w:tcPr>
            <w:tcW w:w="450" w:type="dxa"/>
          </w:tcPr>
          <w:p w14:paraId="527893AF" w14:textId="77777777" w:rsidR="00182681" w:rsidRDefault="00182681" w:rsidP="00CE045A"/>
        </w:tc>
      </w:tr>
    </w:tbl>
    <w:p w14:paraId="39BFEA3F" w14:textId="77777777" w:rsidR="00097258" w:rsidRPr="00173B36" w:rsidRDefault="00097258" w:rsidP="00CE045A"/>
    <w:sectPr w:rsidR="00097258" w:rsidRPr="00173B36" w:rsidSect="00FA1D4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008" w:right="288" w:bottom="288" w:left="28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75EA2" w14:textId="77777777" w:rsidR="00F50CD5" w:rsidRDefault="00F50CD5" w:rsidP="00BA3E51">
      <w:r>
        <w:separator/>
      </w:r>
    </w:p>
  </w:endnote>
  <w:endnote w:type="continuationSeparator" w:id="0">
    <w:p w14:paraId="62A8E722" w14:textId="77777777" w:rsidR="00F50CD5" w:rsidRDefault="00F50CD5" w:rsidP="00BA3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Times New Roman (Body CS)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1704A" w14:textId="77777777" w:rsidR="009210E6" w:rsidRDefault="009210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966AC" w14:textId="77777777" w:rsidR="009210E6" w:rsidRDefault="009210E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6C272" w14:textId="77777777" w:rsidR="009210E6" w:rsidRDefault="009210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52859" w14:textId="77777777" w:rsidR="00F50CD5" w:rsidRDefault="00F50CD5" w:rsidP="00BA3E51">
      <w:r>
        <w:separator/>
      </w:r>
    </w:p>
  </w:footnote>
  <w:footnote w:type="continuationSeparator" w:id="0">
    <w:p w14:paraId="54FDAB4C" w14:textId="77777777" w:rsidR="00F50CD5" w:rsidRDefault="00F50CD5" w:rsidP="00BA3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5900A" w14:textId="77777777" w:rsidR="009210E6" w:rsidRDefault="009210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43038" w14:textId="77777777" w:rsidR="009210E6" w:rsidRDefault="009210E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B9C09" w14:textId="77777777" w:rsidR="009210E6" w:rsidRDefault="009210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FB4D16"/>
    <w:multiLevelType w:val="multilevel"/>
    <w:tmpl w:val="C86E9916"/>
    <w:styleLink w:val="CurrentList3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E7697" w:themeColor="accent1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4DF6190"/>
    <w:multiLevelType w:val="multilevel"/>
    <w:tmpl w:val="DB10AB74"/>
    <w:styleLink w:val="CurrentList1"/>
    <w:lvl w:ilvl="0">
      <w:start w:val="1"/>
      <w:numFmt w:val="bullet"/>
      <w:lvlText w:val="◦"/>
      <w:lvlJc w:val="left"/>
      <w:pPr>
        <w:ind w:left="644" w:hanging="360"/>
      </w:pPr>
      <w:rPr>
        <w:rFonts w:ascii="Segoe UI" w:hAnsi="Segoe UI" w:hint="default"/>
        <w:color w:val="5E7697" w:themeColor="accent1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81149C4"/>
    <w:multiLevelType w:val="hybridMultilevel"/>
    <w:tmpl w:val="2B3CE758"/>
    <w:lvl w:ilvl="0" w:tplc="22B292C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5E7697" w:themeColor="accent1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43A324C"/>
    <w:multiLevelType w:val="multilevel"/>
    <w:tmpl w:val="DB10AB74"/>
    <w:styleLink w:val="CurrentList2"/>
    <w:lvl w:ilvl="0">
      <w:start w:val="1"/>
      <w:numFmt w:val="bullet"/>
      <w:lvlText w:val="◦"/>
      <w:lvlJc w:val="left"/>
      <w:pPr>
        <w:ind w:left="644" w:hanging="360"/>
      </w:pPr>
      <w:rPr>
        <w:rFonts w:ascii="Segoe UI" w:hAnsi="Segoe UI" w:hint="default"/>
        <w:color w:val="5E7697" w:themeColor="accent1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A6C4CC0"/>
    <w:multiLevelType w:val="multilevel"/>
    <w:tmpl w:val="2B3CE758"/>
    <w:styleLink w:val="CurrentList4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5E7697" w:themeColor="accent1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81886575">
    <w:abstractNumId w:val="2"/>
  </w:num>
  <w:num w:numId="2" w16cid:durableId="1595941214">
    <w:abstractNumId w:val="1"/>
  </w:num>
  <w:num w:numId="3" w16cid:durableId="881095127">
    <w:abstractNumId w:val="3"/>
  </w:num>
  <w:num w:numId="4" w16cid:durableId="759791068">
    <w:abstractNumId w:val="0"/>
  </w:num>
  <w:num w:numId="5" w16cid:durableId="4836652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displayBackgroundShape/>
  <w:proofState w:spelling="clean" w:grammar="clean"/>
  <w:attachedTemplate r:id="rId1"/>
  <w:stylePaneSortMethod w:val="00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681"/>
    <w:rsid w:val="00021DEC"/>
    <w:rsid w:val="00041F8A"/>
    <w:rsid w:val="00045F2E"/>
    <w:rsid w:val="00055BBC"/>
    <w:rsid w:val="00072B26"/>
    <w:rsid w:val="00073BF3"/>
    <w:rsid w:val="00077FEB"/>
    <w:rsid w:val="00081B51"/>
    <w:rsid w:val="00097258"/>
    <w:rsid w:val="000A6E00"/>
    <w:rsid w:val="000B224D"/>
    <w:rsid w:val="000C7293"/>
    <w:rsid w:val="000D3891"/>
    <w:rsid w:val="000F3FE2"/>
    <w:rsid w:val="001235F6"/>
    <w:rsid w:val="00140582"/>
    <w:rsid w:val="00144334"/>
    <w:rsid w:val="00157DB0"/>
    <w:rsid w:val="00173B36"/>
    <w:rsid w:val="00177BCB"/>
    <w:rsid w:val="00182681"/>
    <w:rsid w:val="00185BAC"/>
    <w:rsid w:val="001A5160"/>
    <w:rsid w:val="001E5794"/>
    <w:rsid w:val="001F6D5E"/>
    <w:rsid w:val="002030B5"/>
    <w:rsid w:val="00217454"/>
    <w:rsid w:val="002251C8"/>
    <w:rsid w:val="00227B42"/>
    <w:rsid w:val="002333BC"/>
    <w:rsid w:val="0023600D"/>
    <w:rsid w:val="00241482"/>
    <w:rsid w:val="00246F0F"/>
    <w:rsid w:val="00247A85"/>
    <w:rsid w:val="00261E7B"/>
    <w:rsid w:val="00262B06"/>
    <w:rsid w:val="00293BB8"/>
    <w:rsid w:val="002954B8"/>
    <w:rsid w:val="002A0553"/>
    <w:rsid w:val="002A4A92"/>
    <w:rsid w:val="002A6A5C"/>
    <w:rsid w:val="002B0852"/>
    <w:rsid w:val="002C0662"/>
    <w:rsid w:val="002D131D"/>
    <w:rsid w:val="002D5478"/>
    <w:rsid w:val="002D6898"/>
    <w:rsid w:val="002E013D"/>
    <w:rsid w:val="00302AC1"/>
    <w:rsid w:val="00320ECB"/>
    <w:rsid w:val="003256CF"/>
    <w:rsid w:val="003416F8"/>
    <w:rsid w:val="003443BA"/>
    <w:rsid w:val="00344FC0"/>
    <w:rsid w:val="00377A0D"/>
    <w:rsid w:val="00382737"/>
    <w:rsid w:val="00387FF0"/>
    <w:rsid w:val="003C113C"/>
    <w:rsid w:val="003C7242"/>
    <w:rsid w:val="003E02DA"/>
    <w:rsid w:val="003E1692"/>
    <w:rsid w:val="003E7783"/>
    <w:rsid w:val="003F1663"/>
    <w:rsid w:val="003F4931"/>
    <w:rsid w:val="00430D9E"/>
    <w:rsid w:val="00442A0E"/>
    <w:rsid w:val="00443C70"/>
    <w:rsid w:val="00451728"/>
    <w:rsid w:val="004675A1"/>
    <w:rsid w:val="00471EA5"/>
    <w:rsid w:val="00472FA9"/>
    <w:rsid w:val="00476E16"/>
    <w:rsid w:val="00487798"/>
    <w:rsid w:val="00490100"/>
    <w:rsid w:val="004A4C74"/>
    <w:rsid w:val="004D4E80"/>
    <w:rsid w:val="004E5226"/>
    <w:rsid w:val="004E6AB2"/>
    <w:rsid w:val="004E70E8"/>
    <w:rsid w:val="004F4308"/>
    <w:rsid w:val="00520C5D"/>
    <w:rsid w:val="00535F87"/>
    <w:rsid w:val="005566E7"/>
    <w:rsid w:val="00560C7D"/>
    <w:rsid w:val="00564622"/>
    <w:rsid w:val="00577416"/>
    <w:rsid w:val="00594E94"/>
    <w:rsid w:val="005A09D5"/>
    <w:rsid w:val="005A3E0B"/>
    <w:rsid w:val="005B00C4"/>
    <w:rsid w:val="005B3227"/>
    <w:rsid w:val="005B67D5"/>
    <w:rsid w:val="005E6EA4"/>
    <w:rsid w:val="005E77B1"/>
    <w:rsid w:val="006175E6"/>
    <w:rsid w:val="00645019"/>
    <w:rsid w:val="00657EEC"/>
    <w:rsid w:val="0066703E"/>
    <w:rsid w:val="0067056E"/>
    <w:rsid w:val="0068094B"/>
    <w:rsid w:val="00686284"/>
    <w:rsid w:val="006F6CA3"/>
    <w:rsid w:val="00716542"/>
    <w:rsid w:val="007172CF"/>
    <w:rsid w:val="007337AD"/>
    <w:rsid w:val="0073402D"/>
    <w:rsid w:val="00755988"/>
    <w:rsid w:val="00780ADA"/>
    <w:rsid w:val="00792D43"/>
    <w:rsid w:val="007B30FE"/>
    <w:rsid w:val="007B7A61"/>
    <w:rsid w:val="007E1FA8"/>
    <w:rsid w:val="007E6083"/>
    <w:rsid w:val="007F18EF"/>
    <w:rsid w:val="00801861"/>
    <w:rsid w:val="00812951"/>
    <w:rsid w:val="0081352A"/>
    <w:rsid w:val="00820B7B"/>
    <w:rsid w:val="008226FA"/>
    <w:rsid w:val="00832245"/>
    <w:rsid w:val="0083727B"/>
    <w:rsid w:val="00855181"/>
    <w:rsid w:val="00882F23"/>
    <w:rsid w:val="0089047A"/>
    <w:rsid w:val="008A1020"/>
    <w:rsid w:val="008A1250"/>
    <w:rsid w:val="008A1FCF"/>
    <w:rsid w:val="008A2E9D"/>
    <w:rsid w:val="008B1112"/>
    <w:rsid w:val="008C78F5"/>
    <w:rsid w:val="008E2FB2"/>
    <w:rsid w:val="00914419"/>
    <w:rsid w:val="00917BA3"/>
    <w:rsid w:val="009210E6"/>
    <w:rsid w:val="009551D0"/>
    <w:rsid w:val="00962E61"/>
    <w:rsid w:val="0098447D"/>
    <w:rsid w:val="00984A59"/>
    <w:rsid w:val="00986331"/>
    <w:rsid w:val="009A6667"/>
    <w:rsid w:val="009B2B04"/>
    <w:rsid w:val="009C7105"/>
    <w:rsid w:val="009D11E4"/>
    <w:rsid w:val="00A122BB"/>
    <w:rsid w:val="00A37F9E"/>
    <w:rsid w:val="00A454A8"/>
    <w:rsid w:val="00A464C5"/>
    <w:rsid w:val="00A6547F"/>
    <w:rsid w:val="00A66A59"/>
    <w:rsid w:val="00A83E7B"/>
    <w:rsid w:val="00A926C1"/>
    <w:rsid w:val="00AB7FE5"/>
    <w:rsid w:val="00AC1E5A"/>
    <w:rsid w:val="00AD29B8"/>
    <w:rsid w:val="00AF3B03"/>
    <w:rsid w:val="00B14E21"/>
    <w:rsid w:val="00B23534"/>
    <w:rsid w:val="00B3435F"/>
    <w:rsid w:val="00B431B6"/>
    <w:rsid w:val="00B54AD3"/>
    <w:rsid w:val="00B62B99"/>
    <w:rsid w:val="00B643D0"/>
    <w:rsid w:val="00B71E93"/>
    <w:rsid w:val="00B82CA9"/>
    <w:rsid w:val="00B87E22"/>
    <w:rsid w:val="00BA15D5"/>
    <w:rsid w:val="00BA3E51"/>
    <w:rsid w:val="00BB3142"/>
    <w:rsid w:val="00BB7A6A"/>
    <w:rsid w:val="00BD6049"/>
    <w:rsid w:val="00BF4EC5"/>
    <w:rsid w:val="00C155FC"/>
    <w:rsid w:val="00C41796"/>
    <w:rsid w:val="00C532FC"/>
    <w:rsid w:val="00C75D84"/>
    <w:rsid w:val="00C857CB"/>
    <w:rsid w:val="00CA5CD9"/>
    <w:rsid w:val="00CC25BF"/>
    <w:rsid w:val="00CC5ED4"/>
    <w:rsid w:val="00CE045A"/>
    <w:rsid w:val="00CF4E31"/>
    <w:rsid w:val="00CF7E0B"/>
    <w:rsid w:val="00D04093"/>
    <w:rsid w:val="00D060DA"/>
    <w:rsid w:val="00D0794D"/>
    <w:rsid w:val="00D140DF"/>
    <w:rsid w:val="00D170A9"/>
    <w:rsid w:val="00D666BB"/>
    <w:rsid w:val="00D720DF"/>
    <w:rsid w:val="00D92ED4"/>
    <w:rsid w:val="00D94ABF"/>
    <w:rsid w:val="00DA1840"/>
    <w:rsid w:val="00DC63E6"/>
    <w:rsid w:val="00DE1389"/>
    <w:rsid w:val="00DE57AC"/>
    <w:rsid w:val="00E0727E"/>
    <w:rsid w:val="00E20245"/>
    <w:rsid w:val="00E216D4"/>
    <w:rsid w:val="00E32A75"/>
    <w:rsid w:val="00E4379F"/>
    <w:rsid w:val="00E65596"/>
    <w:rsid w:val="00E67A2D"/>
    <w:rsid w:val="00E93829"/>
    <w:rsid w:val="00EA0042"/>
    <w:rsid w:val="00EB1D1B"/>
    <w:rsid w:val="00F16205"/>
    <w:rsid w:val="00F36875"/>
    <w:rsid w:val="00F50CD5"/>
    <w:rsid w:val="00F51E3E"/>
    <w:rsid w:val="00F53B71"/>
    <w:rsid w:val="00F5786D"/>
    <w:rsid w:val="00F716E1"/>
    <w:rsid w:val="00F908C3"/>
    <w:rsid w:val="00F91753"/>
    <w:rsid w:val="00FA1636"/>
    <w:rsid w:val="00FA1D40"/>
    <w:rsid w:val="00FB1F01"/>
    <w:rsid w:val="00FE2094"/>
    <w:rsid w:val="00FF3A2B"/>
    <w:rsid w:val="00FF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68F4BF"/>
  <w15:chartTrackingRefBased/>
  <w15:docId w15:val="{4FF913A9-948F-4756-A5D8-10EA1A2A4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666666" w:themeColor="background2"/>
        <w:sz w:val="18"/>
        <w:szCs w:val="18"/>
        <w:lang w:val="ru-RU" w:eastAsia="en-US" w:bidi="ar-SA"/>
      </w:rPr>
    </w:rPrDefault>
    <w:pPrDefault>
      <w:pPr>
        <w:spacing w:before="80" w:after="240" w:line="22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semiHidden="1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unhideWhenUsed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727E"/>
    <w:pPr>
      <w:spacing w:before="0" w:after="0" w:line="288" w:lineRule="auto"/>
    </w:pPr>
    <w:rPr>
      <w:color w:val="000000" w:themeColor="text1"/>
      <w:sz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547F"/>
    <w:pPr>
      <w:keepNext/>
      <w:keepLines/>
      <w:spacing w:line="240" w:lineRule="auto"/>
      <w:outlineLvl w:val="0"/>
    </w:pPr>
    <w:rPr>
      <w:rFonts w:eastAsiaTheme="majorEastAsia" w:cs="Times New Roman (Headings CS)"/>
      <w:b/>
      <w:caps/>
      <w:color w:val="auto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2D6898"/>
    <w:pPr>
      <w:keepNext/>
      <w:keepLines/>
      <w:spacing w:line="320" w:lineRule="exact"/>
      <w:outlineLvl w:val="1"/>
    </w:pPr>
    <w:rPr>
      <w:rFonts w:eastAsiaTheme="majorEastAsia" w:cstheme="majorBidi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rsid w:val="008C78F5"/>
    <w:pPr>
      <w:keepNext/>
      <w:keepLines/>
      <w:spacing w:line="400" w:lineRule="exact"/>
      <w:outlineLvl w:val="2"/>
    </w:pPr>
    <w:rPr>
      <w:rFonts w:eastAsiaTheme="majorEastAsia" w:cstheme="majorBidi"/>
      <w:color w:val="5E7697" w:themeColor="accent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rsid w:val="004E6AB2"/>
    <w:pPr>
      <w:keepNext/>
      <w:keepLines/>
      <w:spacing w:line="440" w:lineRule="exact"/>
      <w:outlineLvl w:val="3"/>
    </w:pPr>
    <w:rPr>
      <w:rFonts w:eastAsiaTheme="majorEastAsia" w:cstheme="majorBidi"/>
      <w:b/>
      <w:iCs/>
      <w:color w:val="718EB5" w:themeColor="accent3"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BB31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465870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2B085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F3A4B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BA3E5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0727E"/>
    <w:rPr>
      <w:color w:val="000000" w:themeColor="text1"/>
      <w:sz w:val="20"/>
      <w:lang w:val="en-US"/>
    </w:rPr>
  </w:style>
  <w:style w:type="paragraph" w:styleId="Footer">
    <w:name w:val="footer"/>
    <w:basedOn w:val="Normal"/>
    <w:link w:val="FooterChar"/>
    <w:uiPriority w:val="99"/>
    <w:semiHidden/>
    <w:rsid w:val="00BA3E5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0727E"/>
    <w:rPr>
      <w:color w:val="000000" w:themeColor="text1"/>
      <w:sz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BA3E51"/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27E"/>
    <w:rPr>
      <w:rFonts w:ascii="Segoe UI" w:hAnsi="Segoe UI" w:cs="Segoe UI"/>
      <w:color w:val="000000" w:themeColor="text1"/>
      <w:sz w:val="20"/>
      <w:lang w:val="en-US"/>
    </w:rPr>
  </w:style>
  <w:style w:type="character" w:styleId="PlaceholderText">
    <w:name w:val="Placeholder Text"/>
    <w:basedOn w:val="DefaultParagraphFont"/>
    <w:uiPriority w:val="99"/>
    <w:semiHidden/>
    <w:rsid w:val="00BA3E51"/>
    <w:rPr>
      <w:color w:val="808080"/>
    </w:rPr>
  </w:style>
  <w:style w:type="table" w:styleId="TableGrid">
    <w:name w:val="Table Grid"/>
    <w:basedOn w:val="TableNormal"/>
    <w:uiPriority w:val="39"/>
    <w:rsid w:val="00BA3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6547F"/>
    <w:rPr>
      <w:rFonts w:eastAsiaTheme="majorEastAsia" w:cs="Times New Roman (Headings CS)"/>
      <w:b/>
      <w:caps/>
      <w:color w:val="auto"/>
      <w:sz w:val="20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E0727E"/>
    <w:rPr>
      <w:rFonts w:eastAsiaTheme="majorEastAsia" w:cstheme="majorBidi"/>
      <w:color w:val="000000" w:themeColor="text1"/>
      <w:sz w:val="20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57CB"/>
    <w:rPr>
      <w:rFonts w:eastAsiaTheme="majorEastAsia" w:cstheme="majorBidi"/>
      <w:color w:val="5E7697" w:themeColor="accent1"/>
      <w:sz w:val="28"/>
      <w:szCs w:val="24"/>
    </w:rPr>
  </w:style>
  <w:style w:type="character" w:styleId="Hyperlink">
    <w:name w:val="Hyperlink"/>
    <w:basedOn w:val="DefaultParagraphFont"/>
    <w:uiPriority w:val="99"/>
    <w:semiHidden/>
    <w:rsid w:val="000F3FE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0F3FE2"/>
    <w:rPr>
      <w:color w:val="605E5C"/>
      <w:shd w:val="clear" w:color="auto" w:fill="E1DFDD"/>
    </w:rPr>
  </w:style>
  <w:style w:type="paragraph" w:styleId="NoSpacing">
    <w:name w:val="No Spacing"/>
    <w:uiPriority w:val="12"/>
    <w:semiHidden/>
    <w:qFormat/>
    <w:rsid w:val="00320ECB"/>
    <w:pPr>
      <w:spacing w:before="0" w:after="0" w:line="180" w:lineRule="auto"/>
    </w:pPr>
    <w:rPr>
      <w:color w:val="434343" w:themeColor="accent6"/>
      <w:sz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57CB"/>
    <w:rPr>
      <w:rFonts w:eastAsiaTheme="majorEastAsia" w:cstheme="majorBidi"/>
      <w:b/>
      <w:iCs/>
      <w:color w:val="718EB5" w:themeColor="accent3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57CB"/>
    <w:rPr>
      <w:rFonts w:asciiTheme="majorHAnsi" w:eastAsiaTheme="majorEastAsia" w:hAnsiTheme="majorHAnsi" w:cstheme="majorBidi"/>
      <w:color w:val="465870" w:themeColor="accent1" w:themeShade="BF"/>
    </w:rPr>
  </w:style>
  <w:style w:type="paragraph" w:styleId="Title">
    <w:name w:val="Title"/>
    <w:basedOn w:val="Normal"/>
    <w:next w:val="Normal"/>
    <w:link w:val="TitleChar"/>
    <w:uiPriority w:val="10"/>
    <w:qFormat/>
    <w:rsid w:val="00E0727E"/>
    <w:pPr>
      <w:spacing w:before="120" w:line="180" w:lineRule="auto"/>
      <w:jc w:val="center"/>
    </w:pPr>
    <w:rPr>
      <w:rFonts w:asciiTheme="majorHAnsi" w:eastAsiaTheme="majorEastAsia" w:hAnsiTheme="majorHAnsi" w:cs="Times New Roman (Headings CS)"/>
      <w:caps/>
      <w:spacing w:val="90"/>
      <w:kern w:val="28"/>
      <w:sz w:val="6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0727E"/>
    <w:rPr>
      <w:rFonts w:asciiTheme="majorHAnsi" w:eastAsiaTheme="majorEastAsia" w:hAnsiTheme="majorHAnsi" w:cs="Times New Roman (Headings CS)"/>
      <w:caps/>
      <w:color w:val="000000" w:themeColor="text1"/>
      <w:spacing w:val="90"/>
      <w:kern w:val="28"/>
      <w:sz w:val="60"/>
      <w:szCs w:val="56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57CB"/>
    <w:rPr>
      <w:rFonts w:asciiTheme="majorHAnsi" w:eastAsiaTheme="majorEastAsia" w:hAnsiTheme="majorHAnsi" w:cstheme="majorBidi"/>
      <w:color w:val="2F3A4B" w:themeColor="accent1" w:themeShade="7F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7258"/>
    <w:pPr>
      <w:numPr>
        <w:ilvl w:val="1"/>
      </w:numPr>
      <w:spacing w:line="240" w:lineRule="auto"/>
      <w:jc w:val="center"/>
    </w:pPr>
    <w:rPr>
      <w:rFonts w:eastAsiaTheme="minorEastAsia" w:cs="Times New Roman (Body CS)"/>
      <w:caps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97258"/>
    <w:rPr>
      <w:rFonts w:eastAsiaTheme="minorEastAsia" w:cs="Times New Roman (Body CS)"/>
      <w:caps/>
      <w:color w:val="000000" w:themeColor="text1"/>
      <w:sz w:val="24"/>
      <w:lang w:val="en-US"/>
    </w:rPr>
  </w:style>
  <w:style w:type="numbering" w:customStyle="1" w:styleId="CurrentList1">
    <w:name w:val="Current List1"/>
    <w:uiPriority w:val="99"/>
    <w:rsid w:val="00490100"/>
    <w:pPr>
      <w:numPr>
        <w:numId w:val="2"/>
      </w:numPr>
    </w:pPr>
  </w:style>
  <w:style w:type="numbering" w:customStyle="1" w:styleId="CurrentList2">
    <w:name w:val="Current List2"/>
    <w:uiPriority w:val="99"/>
    <w:rsid w:val="00832245"/>
    <w:pPr>
      <w:numPr>
        <w:numId w:val="3"/>
      </w:numPr>
    </w:pPr>
  </w:style>
  <w:style w:type="numbering" w:customStyle="1" w:styleId="CurrentList3">
    <w:name w:val="Current List3"/>
    <w:uiPriority w:val="99"/>
    <w:rsid w:val="00832245"/>
    <w:pPr>
      <w:numPr>
        <w:numId w:val="4"/>
      </w:numPr>
    </w:pPr>
  </w:style>
  <w:style w:type="numbering" w:customStyle="1" w:styleId="CurrentList4">
    <w:name w:val="Current List4"/>
    <w:uiPriority w:val="99"/>
    <w:rsid w:val="00520C5D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khorchid\AppData\Roaming\Microsoft\Templates\Social%20media%20marketing%20cover%20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EEA5641381449C2A072C0711AEACC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8FC80-7D15-4BAC-8FFC-5A21E04B08D1}"/>
      </w:docPartPr>
      <w:docPartBody>
        <w:p w:rsidR="00000000" w:rsidRDefault="00000000">
          <w:pPr>
            <w:pStyle w:val="7EEA5641381449C2A072C0711AEACCB2"/>
          </w:pPr>
          <w:r w:rsidRPr="00173B36">
            <w:t>CONTACT</w:t>
          </w:r>
        </w:p>
      </w:docPartBody>
    </w:docPart>
    <w:docPart>
      <w:docPartPr>
        <w:name w:val="D9D2D2134DB84CE58B28C71C70299E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2A896F-F770-4890-964A-9B6EEE35C6AF}"/>
      </w:docPartPr>
      <w:docPartBody>
        <w:p w:rsidR="00000000" w:rsidRDefault="00000000">
          <w:pPr>
            <w:pStyle w:val="D9D2D2134DB84CE58B28C71C70299E27"/>
          </w:pPr>
          <w:r>
            <w:t>Sincerely,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371"/>
    <w:rsid w:val="00077371"/>
    <w:rsid w:val="00B72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keepLines/>
      <w:spacing w:after="0" w:line="320" w:lineRule="exact"/>
      <w:outlineLvl w:val="1"/>
    </w:pPr>
    <w:rPr>
      <w:rFonts w:eastAsiaTheme="majorEastAsia" w:cstheme="majorBidi"/>
      <w:color w:val="000000" w:themeColor="text1"/>
      <w:kern w:val="0"/>
      <w:sz w:val="20"/>
      <w:szCs w:val="26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5DE805804144723A567879B5C42F5E7">
    <w:name w:val="55DE805804144723A567879B5C42F5E7"/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  <w:spacing w:after="0" w:line="180" w:lineRule="auto"/>
      <w:jc w:val="center"/>
    </w:pPr>
    <w:rPr>
      <w:rFonts w:cs="Times New Roman (Body CS)"/>
      <w:caps/>
      <w:color w:val="000000" w:themeColor="text1"/>
      <w:kern w:val="0"/>
      <w:sz w:val="24"/>
      <w:szCs w:val="18"/>
      <w14:ligatures w14:val="none"/>
    </w:rPr>
  </w:style>
  <w:style w:type="character" w:customStyle="1" w:styleId="SubtitleChar">
    <w:name w:val="Subtitle Char"/>
    <w:basedOn w:val="DefaultParagraphFont"/>
    <w:link w:val="Subtitle"/>
    <w:uiPriority w:val="11"/>
    <w:rPr>
      <w:rFonts w:cs="Times New Roman (Body CS)"/>
      <w:caps/>
      <w:color w:val="000000" w:themeColor="text1"/>
      <w:kern w:val="0"/>
      <w:sz w:val="24"/>
      <w:szCs w:val="18"/>
      <w14:ligatures w14:val="none"/>
    </w:rPr>
  </w:style>
  <w:style w:type="paragraph" w:customStyle="1" w:styleId="3AC9BCB5A6A04C83B3725A787D53C17A">
    <w:name w:val="3AC9BCB5A6A04C83B3725A787D53C17A"/>
  </w:style>
  <w:style w:type="paragraph" w:customStyle="1" w:styleId="7EEA5641381449C2A072C0711AEACCB2">
    <w:name w:val="7EEA5641381449C2A072C0711AEACCB2"/>
  </w:style>
  <w:style w:type="paragraph" w:customStyle="1" w:styleId="770E71411A6443888AFBA87627B3F1D1">
    <w:name w:val="770E71411A6443888AFBA87627B3F1D1"/>
  </w:style>
  <w:style w:type="paragraph" w:customStyle="1" w:styleId="38CE21A001EE4C9A8DA7247E19E5DC05">
    <w:name w:val="38CE21A001EE4C9A8DA7247E19E5DC05"/>
  </w:style>
  <w:style w:type="paragraph" w:customStyle="1" w:styleId="D9D2D2134DB84CE58B28C71C70299E27">
    <w:name w:val="D9D2D2134DB84CE58B28C71C70299E27"/>
  </w:style>
  <w:style w:type="paragraph" w:customStyle="1" w:styleId="CCCEF92634D840C1B8D0AEAA8D8FA622">
    <w:name w:val="CCCEF92634D840C1B8D0AEAA8D8FA622"/>
  </w:style>
  <w:style w:type="paragraph" w:customStyle="1" w:styleId="3ED44996524049CF866C9AFC0C1849E4">
    <w:name w:val="3ED44996524049CF866C9AFC0C1849E4"/>
  </w:style>
  <w:style w:type="paragraph" w:customStyle="1" w:styleId="64CA56637EB64EE2887FB8B93A5D660A">
    <w:name w:val="64CA56637EB64EE2887FB8B93A5D660A"/>
  </w:style>
  <w:style w:type="paragraph" w:customStyle="1" w:styleId="98B885D2EED44EF7979498CC4B10CFD2">
    <w:name w:val="98B885D2EED44EF7979498CC4B10CFD2"/>
  </w:style>
  <w:style w:type="paragraph" w:customStyle="1" w:styleId="D132BB1BE8A243FCB8644917C3EFA37E">
    <w:name w:val="D132BB1BE8A243FCB8644917C3EFA37E"/>
  </w:style>
  <w:style w:type="paragraph" w:customStyle="1" w:styleId="E0744E9C97EF48BF8DB3C3A757DC9F5E">
    <w:name w:val="E0744E9C97EF48BF8DB3C3A757DC9F5E"/>
  </w:style>
  <w:style w:type="character" w:customStyle="1" w:styleId="Heading2Char">
    <w:name w:val="Heading 2 Char"/>
    <w:basedOn w:val="DefaultParagraphFont"/>
    <w:link w:val="Heading2"/>
    <w:uiPriority w:val="9"/>
    <w:rPr>
      <w:rFonts w:eastAsiaTheme="majorEastAsia" w:cstheme="majorBidi"/>
      <w:color w:val="000000" w:themeColor="text1"/>
      <w:kern w:val="0"/>
      <w:sz w:val="20"/>
      <w:szCs w:val="26"/>
      <w14:ligatures w14:val="none"/>
    </w:rPr>
  </w:style>
  <w:style w:type="paragraph" w:customStyle="1" w:styleId="42FB2AFDB64A4DA7A2AD29FBA69FF8D6">
    <w:name w:val="42FB2AFDB64A4DA7A2AD29FBA69FF8D6"/>
  </w:style>
  <w:style w:type="paragraph" w:customStyle="1" w:styleId="27C05E0D347649C28EC656FCE92DE7F3">
    <w:name w:val="27C05E0D347649C28EC656FCE92DE7F3"/>
  </w:style>
  <w:style w:type="paragraph" w:customStyle="1" w:styleId="BAF436F7E4E547B49D192006CF6C4218">
    <w:name w:val="BAF436F7E4E547B49D192006CF6C4218"/>
    <w:rsid w:val="000773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Custom 52">
      <a:dk1>
        <a:sysClr val="windowText" lastClr="000000"/>
      </a:dk1>
      <a:lt1>
        <a:sysClr val="window" lastClr="FFFFFF"/>
      </a:lt1>
      <a:dk2>
        <a:srgbClr val="333333"/>
      </a:dk2>
      <a:lt2>
        <a:srgbClr val="666666"/>
      </a:lt2>
      <a:accent1>
        <a:srgbClr val="5E7697"/>
      </a:accent1>
      <a:accent2>
        <a:srgbClr val="EACEB7"/>
      </a:accent2>
      <a:accent3>
        <a:srgbClr val="718EB5"/>
      </a:accent3>
      <a:accent4>
        <a:srgbClr val="806153"/>
      </a:accent4>
      <a:accent5>
        <a:srgbClr val="DAE2EC"/>
      </a:accent5>
      <a:accent6>
        <a:srgbClr val="434343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8" ma:contentTypeDescription="Create a new document." ma:contentTypeScope="" ma:versionID="60f5a4f2d2b0abadcf532d48ebf9cb71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7dd78129e6a1811f84807ad11c651531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  <xsd:element ref="ns2:MediaServiceObjectDetectorVersions" minOccurs="0"/>
                <xsd:element ref="ns2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  <xsd:element name="MediaServiceObjectDetectorVersions" ma:index="3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3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28FB9B-359F-4557-AEE0-986920A08C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7C3A20-C410-4EA5-9BC7-91B1CEABE5F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customXml/itemProps3.xml><?xml version="1.0" encoding="utf-8"?>
<ds:datastoreItem xmlns:ds="http://schemas.openxmlformats.org/officeDocument/2006/customXml" ds:itemID="{B05540ED-A30C-4C6B-99FA-2CAF5028120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Social media marketing cover letter.dotx</Template>
  <TotalTime>33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Khorchid, Rama</dc:creator>
  <cp:keywords/>
  <dc:description/>
  <cp:lastModifiedBy>Khorchid, Rama</cp:lastModifiedBy>
  <cp:revision>1</cp:revision>
  <dcterms:created xsi:type="dcterms:W3CDTF">2024-06-19T20:18:00Z</dcterms:created>
  <dcterms:modified xsi:type="dcterms:W3CDTF">2024-06-19T20:51:00Z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2024-06-19T20:51:39Z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79abd8b6-3210-4281-b5a9-25fad61cc5fa</vt:lpwstr>
  </property>
  <property fmtid="{D5CDD505-2E9C-101B-9397-08002B2CF9AE}" pid="9" name="MSIP_Label_ea60d57e-af5b-4752-ac57-3e4f28ca11dc_ContentBits">
    <vt:lpwstr>0</vt:lpwstr>
  </property>
</Properties>
</file>