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34100" w14:textId="2374CC2E" w:rsidR="00A74948" w:rsidRDefault="0043568D">
      <w:pPr>
        <w:pStyle w:val="Name"/>
      </w:pPr>
      <w:r>
        <w:t>Wasi alam</w:t>
      </w:r>
    </w:p>
    <w:p w14:paraId="43C17C16" w14:textId="77777777" w:rsidR="00A74948" w:rsidRDefault="00000000">
      <w:pPr>
        <w:pStyle w:val="ContactInfo"/>
      </w:pPr>
      <w:sdt>
        <w:sdtPr>
          <w:id w:val="305602035"/>
          <w:placeholder>
            <w:docPart w:val="666738EB54D5C4469CBF34E36C9AE428"/>
          </w:placeholder>
          <w:temporary/>
          <w:showingPlcHdr/>
          <w15:appearance w15:val="hidden"/>
        </w:sdtPr>
        <w:sdtContent>
          <w:r>
            <w:t>Address | Phone | Email</w:t>
          </w:r>
        </w:sdtContent>
      </w:sdt>
    </w:p>
    <w:p w14:paraId="70C21EB9" w14:textId="4C50F3EA" w:rsidR="00A74948" w:rsidRDefault="0043568D">
      <w:pPr>
        <w:pStyle w:val="Heading1"/>
      </w:pPr>
      <w:r>
        <w:t xml:space="preserve">Summary </w:t>
      </w:r>
    </w:p>
    <w:p w14:paraId="48FE3B2D" w14:textId="5A2FA891" w:rsidR="0043568D" w:rsidRDefault="0043568D" w:rsidP="0043568D">
      <w:pPr>
        <w:spacing w:after="180"/>
      </w:pPr>
      <w:r>
        <w:t xml:space="preserve"> </w:t>
      </w:r>
      <w:proofErr w:type="gramStart"/>
      <w:r>
        <w:t>So</w:t>
      </w:r>
      <w:proofErr w:type="gramEnd"/>
      <w:r>
        <w:t xml:space="preserve"> I worked in making personal Islamic videos for my social media. I have skills in both video and </w:t>
      </w:r>
      <w:proofErr w:type="gramStart"/>
      <w:r>
        <w:t>photo</w:t>
      </w:r>
      <w:proofErr w:type="gramEnd"/>
      <w:r>
        <w:t xml:space="preserve"> </w:t>
      </w:r>
    </w:p>
    <w:p w14:paraId="77751F58" w14:textId="3730D788" w:rsidR="0043568D" w:rsidRDefault="0043568D">
      <w:pPr>
        <w:pStyle w:val="Heading2"/>
      </w:pPr>
      <w:r>
        <w:t>Skills</w:t>
      </w:r>
    </w:p>
    <w:p w14:paraId="087D2F1D" w14:textId="328FA0F6" w:rsidR="0043568D" w:rsidRDefault="0043568D" w:rsidP="0043568D">
      <w:pPr>
        <w:pStyle w:val="ListParagraph"/>
        <w:numPr>
          <w:ilvl w:val="0"/>
          <w:numId w:val="14"/>
        </w:numPr>
      </w:pPr>
      <w:r>
        <w:t xml:space="preserve">Premier Pro </w:t>
      </w:r>
    </w:p>
    <w:p w14:paraId="75982770" w14:textId="1608C2E6" w:rsidR="0043568D" w:rsidRDefault="0043568D" w:rsidP="0043568D">
      <w:pPr>
        <w:pStyle w:val="ListParagraph"/>
        <w:numPr>
          <w:ilvl w:val="0"/>
          <w:numId w:val="14"/>
        </w:numPr>
      </w:pPr>
      <w:r>
        <w:t xml:space="preserve">Video Editing </w:t>
      </w:r>
    </w:p>
    <w:p w14:paraId="4A3400F8" w14:textId="1034F583" w:rsidR="0043568D" w:rsidRDefault="0043568D" w:rsidP="0043568D">
      <w:pPr>
        <w:pStyle w:val="ListParagraph"/>
        <w:numPr>
          <w:ilvl w:val="0"/>
          <w:numId w:val="14"/>
        </w:numPr>
      </w:pPr>
      <w:r>
        <w:t xml:space="preserve">Color </w:t>
      </w:r>
      <w:proofErr w:type="gramStart"/>
      <w:r>
        <w:t>grading</w:t>
      </w:r>
      <w:proofErr w:type="gramEnd"/>
      <w:r>
        <w:t xml:space="preserve"> </w:t>
      </w:r>
    </w:p>
    <w:p w14:paraId="7D5F5911" w14:textId="150438C1" w:rsidR="0043568D" w:rsidRDefault="0043568D" w:rsidP="0043568D">
      <w:pPr>
        <w:pStyle w:val="ListParagraph"/>
        <w:numPr>
          <w:ilvl w:val="0"/>
          <w:numId w:val="14"/>
        </w:numPr>
      </w:pPr>
      <w:r>
        <w:t xml:space="preserve">Story Boarding </w:t>
      </w:r>
    </w:p>
    <w:p w14:paraId="1038C2DA" w14:textId="55832079" w:rsidR="0043568D" w:rsidRPr="0043568D" w:rsidRDefault="0043568D" w:rsidP="0043568D">
      <w:pPr>
        <w:pStyle w:val="ListParagraph"/>
        <w:numPr>
          <w:ilvl w:val="0"/>
          <w:numId w:val="14"/>
        </w:numPr>
      </w:pPr>
      <w:r>
        <w:t xml:space="preserve">Photography </w:t>
      </w:r>
    </w:p>
    <w:p w14:paraId="03E56608" w14:textId="75903753" w:rsidR="00A74948" w:rsidRDefault="00B95B1F">
      <w:pPr>
        <w:pStyle w:val="Heading2"/>
      </w:pPr>
      <w:r>
        <w:t xml:space="preserve">Experience </w:t>
      </w:r>
    </w:p>
    <w:p w14:paraId="23F0A5F6" w14:textId="15405510" w:rsidR="00B95B1F" w:rsidRDefault="00B95B1F" w:rsidP="00B95B1F">
      <w:pPr>
        <w:pStyle w:val="ListParagraph"/>
        <w:numPr>
          <w:ilvl w:val="0"/>
          <w:numId w:val="14"/>
        </w:numPr>
      </w:pPr>
      <w:r>
        <w:t>Have Worked with Inca to help promote events and capture.</w:t>
      </w:r>
    </w:p>
    <w:p w14:paraId="7D4FFF32" w14:textId="4DA903F0" w:rsidR="00B95B1F" w:rsidRDefault="00B95B1F" w:rsidP="00B95B1F">
      <w:pPr>
        <w:pStyle w:val="ListParagraph"/>
        <w:numPr>
          <w:ilvl w:val="0"/>
          <w:numId w:val="14"/>
        </w:numPr>
      </w:pPr>
      <w:r>
        <w:t xml:space="preserve">Worked with local masjids to capture events. </w:t>
      </w:r>
    </w:p>
    <w:p w14:paraId="191F1380" w14:textId="25E50958" w:rsidR="00B95B1F" w:rsidRDefault="00B95B1F" w:rsidP="00B95B1F">
      <w:pPr>
        <w:pStyle w:val="ListParagraph"/>
        <w:numPr>
          <w:ilvl w:val="0"/>
          <w:numId w:val="14"/>
        </w:numPr>
      </w:pPr>
      <w:r>
        <w:t>Professionally worked with smoothie king as event videographer</w:t>
      </w:r>
    </w:p>
    <w:p w14:paraId="2A9DD5A6" w14:textId="73BF3D68" w:rsidR="00B95B1F" w:rsidRDefault="00B95B1F" w:rsidP="00B95B1F">
      <w:pPr>
        <w:pStyle w:val="ListParagraph"/>
        <w:numPr>
          <w:ilvl w:val="0"/>
          <w:numId w:val="14"/>
        </w:numPr>
      </w:pPr>
      <w:r>
        <w:t xml:space="preserve">Professionally worked with Haute Coffee </w:t>
      </w:r>
    </w:p>
    <w:p w14:paraId="259EFC72" w14:textId="77777777" w:rsidR="00B95B1F" w:rsidRPr="00B95B1F" w:rsidRDefault="00B95B1F" w:rsidP="00B95B1F">
      <w:pPr>
        <w:pStyle w:val="ListParagraph"/>
        <w:ind w:left="720" w:firstLine="0"/>
      </w:pPr>
    </w:p>
    <w:p w14:paraId="396392B5" w14:textId="7F0ED20A" w:rsidR="00A74948" w:rsidRDefault="00A74948"/>
    <w:sectPr w:rsidR="00A74948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DBAFC" w14:textId="77777777" w:rsidR="0085672B" w:rsidRDefault="0085672B">
      <w:pPr>
        <w:spacing w:after="0" w:line="240" w:lineRule="auto"/>
      </w:pPr>
      <w:r>
        <w:separator/>
      </w:r>
    </w:p>
  </w:endnote>
  <w:endnote w:type="continuationSeparator" w:id="0">
    <w:p w14:paraId="5B1C3712" w14:textId="77777777" w:rsidR="0085672B" w:rsidRDefault="0085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92C6D6" w14:textId="77777777" w:rsidR="00A74948" w:rsidRDefault="000000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6AD09" w14:textId="77777777" w:rsidR="0085672B" w:rsidRDefault="0085672B">
      <w:pPr>
        <w:spacing w:after="0" w:line="240" w:lineRule="auto"/>
      </w:pPr>
      <w:r>
        <w:separator/>
      </w:r>
    </w:p>
  </w:footnote>
  <w:footnote w:type="continuationSeparator" w:id="0">
    <w:p w14:paraId="6D8E46E6" w14:textId="77777777" w:rsidR="0085672B" w:rsidRDefault="00856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A5C1" w14:textId="77777777" w:rsidR="00A74948" w:rsidRDefault="0000000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480481" wp14:editId="3EE18D46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53879CEF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">
              <v:rect id="Rectangle 2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2650" w14:textId="77777777" w:rsidR="00A74948" w:rsidRDefault="0000000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DF58A0C" wp14:editId="7FBDE378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248875D9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">
              <v:rect id="Rectangle 6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&#13;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E6A38"/>
    <w:multiLevelType w:val="hybridMultilevel"/>
    <w:tmpl w:val="9D58AECC"/>
    <w:lvl w:ilvl="0" w:tplc="1BC2466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A6BFD"/>
    <w:multiLevelType w:val="hybridMultilevel"/>
    <w:tmpl w:val="BC081660"/>
    <w:lvl w:ilvl="0" w:tplc="E0BC40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436EB"/>
    <w:multiLevelType w:val="hybridMultilevel"/>
    <w:tmpl w:val="9A1A8186"/>
    <w:lvl w:ilvl="0" w:tplc="2F8A18D8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5B5D18"/>
    <w:multiLevelType w:val="hybridMultilevel"/>
    <w:tmpl w:val="0624DC32"/>
    <w:lvl w:ilvl="0" w:tplc="A0627AB6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3184658">
    <w:abstractNumId w:val="9"/>
  </w:num>
  <w:num w:numId="2" w16cid:durableId="843252745">
    <w:abstractNumId w:val="7"/>
  </w:num>
  <w:num w:numId="3" w16cid:durableId="1624772734">
    <w:abstractNumId w:val="6"/>
  </w:num>
  <w:num w:numId="4" w16cid:durableId="2057076438">
    <w:abstractNumId w:val="5"/>
  </w:num>
  <w:num w:numId="5" w16cid:durableId="914512300">
    <w:abstractNumId w:val="4"/>
  </w:num>
  <w:num w:numId="6" w16cid:durableId="1809006614">
    <w:abstractNumId w:val="8"/>
  </w:num>
  <w:num w:numId="7" w16cid:durableId="1783762559">
    <w:abstractNumId w:val="3"/>
  </w:num>
  <w:num w:numId="8" w16cid:durableId="1593049783">
    <w:abstractNumId w:val="2"/>
  </w:num>
  <w:num w:numId="9" w16cid:durableId="60444169">
    <w:abstractNumId w:val="1"/>
  </w:num>
  <w:num w:numId="10" w16cid:durableId="283538313">
    <w:abstractNumId w:val="0"/>
  </w:num>
  <w:num w:numId="11" w16cid:durableId="67847965">
    <w:abstractNumId w:val="11"/>
  </w:num>
  <w:num w:numId="12" w16cid:durableId="553737729">
    <w:abstractNumId w:val="12"/>
  </w:num>
  <w:num w:numId="13" w16cid:durableId="1664896654">
    <w:abstractNumId w:val="13"/>
  </w:num>
  <w:num w:numId="14" w16cid:durableId="4893702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8D"/>
    <w:rsid w:val="0043568D"/>
    <w:rsid w:val="0085672B"/>
    <w:rsid w:val="00A74948"/>
    <w:rsid w:val="00B9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D2D410"/>
  <w15:chartTrackingRefBased/>
  <w15:docId w15:val="{7F69D292-D4E7-9E40-B3C4-FA45FDC8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wasialam/Library/Containers/com.microsoft.Word/Data/Library/Application%20Support/Microsoft/Office/16.0/DTS/en-US%7bA5292A0C-40D5-F647-BDE9-DDABB90D6B2C%7d/%7bCCCC1DCA-BB0D-FC44-B50B-69BCBCDBD9B8%7dtf1000207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6738EB54D5C4469CBF34E36C9AE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F1188-14FB-C348-93D2-4A24591D41F4}"/>
      </w:docPartPr>
      <w:docPartBody>
        <w:p w:rsidR="00000000" w:rsidRDefault="00000000">
          <w:pPr>
            <w:pStyle w:val="666738EB54D5C4469CBF34E36C9AE428"/>
          </w:pPr>
          <w:r>
            <w:t>Address | Phone | 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8D"/>
    <w:rsid w:val="00DD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5EA59CF83C2F488DFECC92927350B2">
    <w:name w:val="ED5EA59CF83C2F488DFECC92927350B2"/>
  </w:style>
  <w:style w:type="paragraph" w:customStyle="1" w:styleId="666738EB54D5C4469CBF34E36C9AE428">
    <w:name w:val="666738EB54D5C4469CBF34E36C9AE428"/>
  </w:style>
  <w:style w:type="paragraph" w:customStyle="1" w:styleId="61817D541CC8CD488D73EE449B42F728">
    <w:name w:val="61817D541CC8CD488D73EE449B42F728"/>
  </w:style>
  <w:style w:type="paragraph" w:customStyle="1" w:styleId="0863EE14B925F64A936791146F026095">
    <w:name w:val="0863EE14B925F64A936791146F026095"/>
  </w:style>
  <w:style w:type="paragraph" w:customStyle="1" w:styleId="15C4D2D6A9FA0D438745C945002CCA8A">
    <w:name w:val="15C4D2D6A9FA0D438745C945002CCA8A"/>
  </w:style>
  <w:style w:type="paragraph" w:customStyle="1" w:styleId="50DB58092A459E49A7787221221B6C43">
    <w:name w:val="50DB58092A459E49A7787221221B6C43"/>
  </w:style>
  <w:style w:type="paragraph" w:customStyle="1" w:styleId="63AD620EC96AC449A35ED75BFEEA07B2">
    <w:name w:val="63AD620EC96AC449A35ED75BFEEA07B2"/>
  </w:style>
  <w:style w:type="paragraph" w:customStyle="1" w:styleId="FD5864FCEDE4F24A85B6FDD7656256B3">
    <w:name w:val="FD5864FCEDE4F24A85B6FDD7656256B3"/>
  </w:style>
  <w:style w:type="paragraph" w:customStyle="1" w:styleId="9976564D4D0B3C4E85BABA4A5DA46CF8">
    <w:name w:val="9976564D4D0B3C4E85BABA4A5DA46CF8"/>
  </w:style>
  <w:style w:type="paragraph" w:customStyle="1" w:styleId="D7C31881ACEA3547B2F287C7D13388C5">
    <w:name w:val="D7C31881ACEA3547B2F287C7D13388C5"/>
  </w:style>
  <w:style w:type="paragraph" w:customStyle="1" w:styleId="0181D8E764A09D4FA8FFB3875667C99A">
    <w:name w:val="0181D8E764A09D4FA8FFB3875667C99A"/>
  </w:style>
  <w:style w:type="paragraph" w:customStyle="1" w:styleId="BA38D63EE6E0794AA7CA1489686BDE35">
    <w:name w:val="BA38D63EE6E0794AA7CA1489686BDE35"/>
  </w:style>
  <w:style w:type="paragraph" w:customStyle="1" w:styleId="2B729353D456EB4BA8AF992282CD7BED">
    <w:name w:val="2B729353D456EB4BA8AF992282CD7BED"/>
  </w:style>
  <w:style w:type="paragraph" w:customStyle="1" w:styleId="C521EE4B35F0464884EC9FD708C72760">
    <w:name w:val="C521EE4B35F0464884EC9FD708C727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 Resume.dotx</Template>
  <TotalTime>13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Wasi Alam</cp:lastModifiedBy>
  <cp:revision>1</cp:revision>
  <dcterms:created xsi:type="dcterms:W3CDTF">2024-06-11T19:29:00Z</dcterms:created>
  <dcterms:modified xsi:type="dcterms:W3CDTF">2024-06-11T19:42:00Z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TF10002038</vt:lpwstr>
  </property>
</Properties>
</file>